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F7167E" w:rsidRDefault="005D19D6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E31D3A" w:rsidP="00B00BA0">
                                <w:r>
                                  <w:t>SDS-DAF-CM-2020-00</w:t>
                                </w:r>
                                <w:r w:rsidR="00757E97">
                                  <w:t>2</w:t>
                                </w:r>
                                <w:r w:rsidR="00DA3310"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6" style="position:absolute;margin-left:548.25pt;margin-top:-60pt;width:176.3pt;height:64.2pt;z-index:25169715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">
                <v:rect id="Rectangle 22" o:spid="_x0000_s1027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535962" w:rsidRDefault="00E31D3A" w:rsidP="00B00BA0">
                          <w:r>
                            <w:t>SDS-DAF-CM-2020-00</w:t>
                          </w:r>
                          <w:r w:rsidR="00757E97">
                            <w:t>2</w:t>
                          </w:r>
                          <w:r w:rsidR="00DA3310">
                            <w:t>8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08D5A23" wp14:editId="79C7F2B6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DA331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5D19D6">
                                  <w:rPr>
                                    <w:rStyle w:val="Style6"/>
                                  </w:rPr>
                                  <w:t xml:space="preserve">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D5A23" id="Text Box 16" o:spid="_x0000_s1031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XuO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" stroked="f">
                <v:textbox>
                  <w:txbxContent>
                    <w:p w:rsidR="002E1412" w:rsidRPr="002E1412" w:rsidRDefault="00DA331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5D19D6">
                            <w:rPr>
                              <w:rStyle w:val="Style6"/>
                            </w:rPr>
                            <w:t xml:space="preserve">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s-DO" w:eastAsia="es-DO"/>
        </w:rPr>
        <w:drawing>
          <wp:anchor distT="0" distB="0" distL="114300" distR="114300" simplePos="0" relativeHeight="251658752" behindDoc="0" locked="0" layoutInCell="1" allowOverlap="1" wp14:anchorId="06B73605" wp14:editId="3DA001B5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051A"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5D19D6">
                                <w:pPr>
                                  <w:rPr>
                                    <w:lang w:val="en-US"/>
                                  </w:rPr>
                                </w:pPr>
                                <w:r w:rsidRPr="005D19D6"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>
                                      <wp:extent cx="866775" cy="742950"/>
                                      <wp:effectExtent l="0" t="0" r="9525" b="0"/>
                                      <wp:docPr id="18" name="Imagen 18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66775" cy="7429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5D19D6">
                          <w:pPr>
                            <w:rPr>
                              <w:lang w:val="en-US"/>
                            </w:rPr>
                          </w:pPr>
                          <w:r w:rsidRPr="005D19D6"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866775" cy="742950"/>
                                <wp:effectExtent l="0" t="0" r="9525" b="0"/>
                                <wp:docPr id="18" name="Imagen 1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66775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00BA0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DA331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DA3310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C15D71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0F395D" wp14:editId="2C18999A">
                <wp:simplePos x="0" y="0"/>
                <wp:positionH relativeFrom="column">
                  <wp:posOffset>7124282</wp:posOffset>
                </wp:positionH>
                <wp:positionV relativeFrom="paragraph">
                  <wp:posOffset>33369</wp:posOffset>
                </wp:positionV>
                <wp:extent cx="1993098" cy="278130"/>
                <wp:effectExtent l="0" t="0" r="0" b="762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098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DA331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</w:rPr>
                                  <w:t>30</w:t>
                                </w:r>
                                <w:r w:rsidR="0089314A">
                                  <w:rPr>
                                    <w:rStyle w:val="Style5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0F395D" id="Text Box 12" o:spid="_x0000_s1035" type="#_x0000_t202" style="position:absolute;margin-left:560.95pt;margin-top:2.65pt;width:156.9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" filled="f" stroked="f">
                <v:textbox>
                  <w:txbxContent>
                    <w:p w:rsidR="0026335F" w:rsidRPr="0026335F" w:rsidRDefault="00DA3310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>30</w:t>
                          </w:r>
                          <w:r w:rsidR="0089314A">
                            <w:rPr>
                              <w:rStyle w:val="Style5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4211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542115" w:rsidRPr="00542115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42115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542115" w:rsidRPr="00542115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51"/>
        <w:gridCol w:w="6080"/>
        <w:gridCol w:w="1088"/>
        <w:gridCol w:w="1276"/>
        <w:gridCol w:w="1643"/>
        <w:gridCol w:w="1446"/>
        <w:gridCol w:w="1704"/>
      </w:tblGrid>
      <w:tr w:rsidR="0037246F" w:rsidTr="00C15D71">
        <w:trPr>
          <w:trHeight w:val="799"/>
          <w:jc w:val="center"/>
        </w:trPr>
        <w:tc>
          <w:tcPr>
            <w:tcW w:w="85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080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4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70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C15D71">
        <w:trPr>
          <w:trHeight w:val="588"/>
          <w:jc w:val="center"/>
        </w:trPr>
        <w:tc>
          <w:tcPr>
            <w:tcW w:w="851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6080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1</w:t>
            </w:r>
          </w:p>
        </w:tc>
        <w:tc>
          <w:tcPr>
            <w:tcW w:w="1643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46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704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="00DA3310" w:rsidRPr="00D90C2A">
              <w:rPr>
                <w:sz w:val="22"/>
                <w:szCs w:val="22"/>
              </w:rPr>
              <w:t>letras</w:t>
            </w:r>
            <w:r w:rsidR="00DA3310"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7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TU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VGcuyDtayf&#10;QMFKgsBAizD3YNFK9QOjEWZIjvX3LVUMo+6DgC5IQ0Ls0HGbMACQGKlLy9ptyGwegYWKClzl2ByX&#10;SzMNqu2g+KaFSFPfCXkLndNwJ2rbYhOqQ7/BnHC5HWaaHUSXe3frPHkXvwE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ACVETU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9D4" w:rsidRDefault="001F79D4" w:rsidP="001007E7">
      <w:pPr>
        <w:spacing w:after="0" w:line="240" w:lineRule="auto"/>
      </w:pPr>
      <w:r>
        <w:separator/>
      </w:r>
    </w:p>
  </w:endnote>
  <w:end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9D4" w:rsidRDefault="001F79D4" w:rsidP="001007E7">
      <w:pPr>
        <w:spacing w:after="0" w:line="240" w:lineRule="auto"/>
      </w:pPr>
      <w:r>
        <w:separator/>
      </w:r>
    </w:p>
  </w:footnote>
  <w:footnote w:type="continuationSeparator" w:id="0">
    <w:p w:rsidR="001F79D4" w:rsidRDefault="001F79D4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1007E7"/>
    <w:rsid w:val="001020C0"/>
    <w:rsid w:val="00112B1E"/>
    <w:rsid w:val="00123B8D"/>
    <w:rsid w:val="00157600"/>
    <w:rsid w:val="00170EC5"/>
    <w:rsid w:val="00194FF2"/>
    <w:rsid w:val="001F73A7"/>
    <w:rsid w:val="001F79D4"/>
    <w:rsid w:val="00200073"/>
    <w:rsid w:val="0023731A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819B5"/>
    <w:rsid w:val="003A4539"/>
    <w:rsid w:val="003B29C3"/>
    <w:rsid w:val="003B2D4C"/>
    <w:rsid w:val="003B38E0"/>
    <w:rsid w:val="003F2CC9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57E97"/>
    <w:rsid w:val="00780880"/>
    <w:rsid w:val="007B4164"/>
    <w:rsid w:val="007B6F6F"/>
    <w:rsid w:val="007E6F0D"/>
    <w:rsid w:val="00810515"/>
    <w:rsid w:val="00817255"/>
    <w:rsid w:val="0083342F"/>
    <w:rsid w:val="00841DAB"/>
    <w:rsid w:val="00854B4F"/>
    <w:rsid w:val="00857D3A"/>
    <w:rsid w:val="0086625F"/>
    <w:rsid w:val="0089314A"/>
    <w:rsid w:val="008B3AE5"/>
    <w:rsid w:val="009002B4"/>
    <w:rsid w:val="00957FDA"/>
    <w:rsid w:val="009773D3"/>
    <w:rsid w:val="009A2AEC"/>
    <w:rsid w:val="009B0931"/>
    <w:rsid w:val="009C061A"/>
    <w:rsid w:val="009E0472"/>
    <w:rsid w:val="00A16099"/>
    <w:rsid w:val="00A24343"/>
    <w:rsid w:val="00A640BD"/>
    <w:rsid w:val="00AA1989"/>
    <w:rsid w:val="00AB4966"/>
    <w:rsid w:val="00AC7631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7B51"/>
    <w:rsid w:val="00BC1D0C"/>
    <w:rsid w:val="00BC61BD"/>
    <w:rsid w:val="00BE4FB0"/>
    <w:rsid w:val="00BF1AD5"/>
    <w:rsid w:val="00C15D71"/>
    <w:rsid w:val="00C433E9"/>
    <w:rsid w:val="00C66D08"/>
    <w:rsid w:val="00CA4661"/>
    <w:rsid w:val="00CE67A3"/>
    <w:rsid w:val="00D24FA7"/>
    <w:rsid w:val="00D64696"/>
    <w:rsid w:val="00D90D49"/>
    <w:rsid w:val="00DA3310"/>
    <w:rsid w:val="00DB7BDA"/>
    <w:rsid w:val="00DC5D96"/>
    <w:rsid w:val="00DD4F3E"/>
    <w:rsid w:val="00E13E55"/>
    <w:rsid w:val="00E31D3A"/>
    <w:rsid w:val="00E3360B"/>
    <w:rsid w:val="00E96D05"/>
    <w:rsid w:val="00EA7406"/>
    <w:rsid w:val="00EB128A"/>
    <w:rsid w:val="00ED051A"/>
    <w:rsid w:val="00ED68E1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78CD006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24C72-3D48-4DB2-875E-DCC7B22B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18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Compras04</cp:lastModifiedBy>
  <cp:revision>17</cp:revision>
  <cp:lastPrinted>2020-11-13T19:41:00Z</cp:lastPrinted>
  <dcterms:created xsi:type="dcterms:W3CDTF">2020-05-06T19:37:00Z</dcterms:created>
  <dcterms:modified xsi:type="dcterms:W3CDTF">2020-12-30T14:18:00Z</dcterms:modified>
</cp:coreProperties>
</file>